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5600" w14:paraId="18BC3E91" w14:textId="77777777" w:rsidTr="00C202B7">
        <w:tc>
          <w:tcPr>
            <w:tcW w:w="2689" w:type="dxa"/>
          </w:tcPr>
          <w:p w14:paraId="11218047" w14:textId="015D0992" w:rsidR="00945600" w:rsidRPr="00945600" w:rsidRDefault="00945600" w:rsidP="00945600">
            <w:pPr>
              <w:pStyle w:val="SIText"/>
            </w:pPr>
            <w:r w:rsidRPr="00CC451E">
              <w:t>Release</w:t>
            </w:r>
            <w:r w:rsidRPr="00945600">
              <w:t xml:space="preserve"> </w:t>
            </w:r>
            <w:r w:rsidR="005144ED">
              <w:t>1</w:t>
            </w:r>
          </w:p>
        </w:tc>
        <w:tc>
          <w:tcPr>
            <w:tcW w:w="6939" w:type="dxa"/>
          </w:tcPr>
          <w:p w14:paraId="4D42DA44" w14:textId="531F61B2" w:rsidR="00945600" w:rsidRPr="00945600" w:rsidRDefault="00945600" w:rsidP="00ED61A5">
            <w:pPr>
              <w:pStyle w:val="SIText"/>
            </w:pPr>
            <w:r w:rsidRPr="00903631">
              <w:t xml:space="preserve">This version released with AHC Agriculture, Horticulture and Conservation and Land </w:t>
            </w:r>
            <w:r w:rsidRPr="00ED61A5">
              <w:t xml:space="preserve">Management Training Package Version </w:t>
            </w:r>
            <w:r w:rsidR="00ED61A5" w:rsidRPr="00ED61A5">
              <w:rPr>
                <w:rStyle w:val="SITemporaryText-blue"/>
                <w:color w:val="auto"/>
                <w:sz w:val="20"/>
              </w:rPr>
              <w:t>9</w:t>
            </w:r>
            <w:r w:rsidRPr="00ED61A5">
              <w:t>.0</w:t>
            </w:r>
            <w:r w:rsidR="000167C7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12B70B3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ORG10</w:t>
            </w:r>
            <w:r w:rsidR="005144ED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79CF37ED" w:rsidR="00F1480E" w:rsidRPr="005404CB" w:rsidRDefault="008034E1" w:rsidP="005404CB">
            <w:pPr>
              <w:pStyle w:val="SIUnittitle"/>
            </w:pPr>
            <w:r w:rsidRPr="008034E1">
              <w:t>Support organic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230253" w14:textId="77777777" w:rsidR="008034E1" w:rsidRPr="008034E1" w:rsidRDefault="008034E1" w:rsidP="008034E1">
            <w:pPr>
              <w:pStyle w:val="SIText"/>
            </w:pPr>
            <w:r w:rsidRPr="008034E1">
              <w:t>This unit of competency describes the skills and knowledge required to support livestock and plant based organic production.</w:t>
            </w:r>
          </w:p>
          <w:p w14:paraId="371CEA71" w14:textId="77777777" w:rsidR="008034E1" w:rsidRPr="008034E1" w:rsidRDefault="008034E1" w:rsidP="008034E1">
            <w:pPr>
              <w:pStyle w:val="SIText"/>
            </w:pPr>
          </w:p>
          <w:p w14:paraId="6447B6B4" w14:textId="5D7F435B" w:rsidR="008034E1" w:rsidRPr="008034E1" w:rsidRDefault="00AF1E1E" w:rsidP="008034E1">
            <w:pPr>
              <w:pStyle w:val="SIText"/>
            </w:pPr>
            <w:r>
              <w:t>The</w:t>
            </w:r>
            <w:r w:rsidRPr="008034E1">
              <w:t xml:space="preserve"> </w:t>
            </w:r>
            <w:r w:rsidR="008034E1" w:rsidRPr="008034E1">
              <w:t>unit applies to individuals who work under close supervision. They undertake defined activities and work in a structured context.</w:t>
            </w:r>
          </w:p>
          <w:p w14:paraId="2E390B62" w14:textId="77777777" w:rsidR="008034E1" w:rsidRPr="008034E1" w:rsidRDefault="008034E1" w:rsidP="008034E1">
            <w:pPr>
              <w:pStyle w:val="SIText"/>
            </w:pPr>
          </w:p>
          <w:p w14:paraId="22C15BCD" w14:textId="78EA1D58" w:rsidR="00373436" w:rsidRPr="000754EC" w:rsidRDefault="008034E1" w:rsidP="00E738FA">
            <w:pPr>
              <w:pStyle w:val="SIText"/>
            </w:pPr>
            <w:r w:rsidRPr="008034E1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6024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F017778" w:rsidR="00460248" w:rsidRPr="00460248" w:rsidRDefault="00460248" w:rsidP="00460248">
            <w:pPr>
              <w:pStyle w:val="SIText"/>
            </w:pPr>
            <w:r w:rsidRPr="00460248">
              <w:t xml:space="preserve">1. Prepare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for organic production work</w:t>
            </w:r>
          </w:p>
        </w:tc>
        <w:tc>
          <w:tcPr>
            <w:tcW w:w="3604" w:type="pct"/>
            <w:shd w:val="clear" w:color="auto" w:fill="auto"/>
          </w:tcPr>
          <w:p w14:paraId="16510BA4" w14:textId="77777777" w:rsidR="00460248" w:rsidRPr="00460248" w:rsidRDefault="00460248" w:rsidP="00460248">
            <w:r w:rsidRPr="00460248">
              <w:t xml:space="preserve">1.1 Identify required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</w:t>
            </w:r>
          </w:p>
          <w:p w14:paraId="3E384C46" w14:textId="6324EE16" w:rsidR="00460248" w:rsidRPr="00460248" w:rsidRDefault="00460248" w:rsidP="00460248">
            <w:r w:rsidRPr="00460248">
              <w:t xml:space="preserve">1.2 </w:t>
            </w:r>
            <w:r w:rsidR="003730FF">
              <w:t>C</w:t>
            </w:r>
            <w:r w:rsidRPr="00460248">
              <w:t>heck tools and equipment and report fault</w:t>
            </w:r>
            <w:r w:rsidR="003730FF">
              <w:t>s to supervisor</w:t>
            </w:r>
          </w:p>
          <w:p w14:paraId="070238CB" w14:textId="041B92A1" w:rsidR="00460248" w:rsidRPr="00460248" w:rsidRDefault="00460248" w:rsidP="00460248">
            <w:r w:rsidRPr="00460248">
              <w:t>1.</w:t>
            </w:r>
            <w:r w:rsidR="003B1177">
              <w:t>3</w:t>
            </w:r>
            <w:r w:rsidRPr="00460248">
              <w:t xml:space="preserve"> Select, check and fit personal protective clothing and equipment before work</w:t>
            </w:r>
          </w:p>
          <w:p w14:paraId="4B044429" w14:textId="30D4D87F" w:rsidR="00460248" w:rsidRPr="00460248" w:rsidRDefault="00460248">
            <w:r w:rsidRPr="00460248">
              <w:t>1.</w:t>
            </w:r>
            <w:r w:rsidR="003B1177">
              <w:t>4</w:t>
            </w:r>
            <w:r w:rsidRPr="00460248">
              <w:t xml:space="preserve"> Identify and report work health and safety hazards</w:t>
            </w:r>
          </w:p>
        </w:tc>
      </w:tr>
      <w:tr w:rsidR="0046024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5AF5C1" w:rsidR="00460248" w:rsidRPr="00460248" w:rsidRDefault="00460248" w:rsidP="00460248">
            <w:pPr>
              <w:pStyle w:val="SIText"/>
            </w:pPr>
            <w:r w:rsidRPr="00460248">
              <w:t>2. Undertake organic production work as directed</w:t>
            </w:r>
          </w:p>
        </w:tc>
        <w:tc>
          <w:tcPr>
            <w:tcW w:w="3604" w:type="pct"/>
            <w:shd w:val="clear" w:color="auto" w:fill="auto"/>
          </w:tcPr>
          <w:p w14:paraId="6F92C959" w14:textId="3B74A96F" w:rsidR="00460248" w:rsidRPr="00460248" w:rsidRDefault="00460248" w:rsidP="00460248">
            <w:r w:rsidRPr="00460248">
              <w:t xml:space="preserve">2.1 </w:t>
            </w:r>
            <w:r w:rsidR="00A03D78">
              <w:t>Interpret and verify i</w:t>
            </w:r>
            <w:r w:rsidRPr="00460248">
              <w:t xml:space="preserve">nstructions </w:t>
            </w:r>
            <w:r w:rsidR="00A03D78">
              <w:t>for work with supervisor</w:t>
            </w:r>
          </w:p>
          <w:p w14:paraId="49CE231A" w14:textId="510AFCCA" w:rsidR="00460248" w:rsidRPr="00460248" w:rsidRDefault="00460248" w:rsidP="00E738FA">
            <w:r w:rsidRPr="00460248">
              <w:t>2.2 Undertake work according to site biosecurity</w:t>
            </w:r>
            <w:r w:rsidR="00A03D78">
              <w:t xml:space="preserve">, </w:t>
            </w:r>
            <w:r w:rsidRPr="00460248">
              <w:t>hygiene</w:t>
            </w:r>
            <w:r w:rsidR="006A16E9">
              <w:t xml:space="preserve">, </w:t>
            </w:r>
            <w:r w:rsidR="00A03D78">
              <w:t>environmental procedures</w:t>
            </w:r>
          </w:p>
          <w:p w14:paraId="2E5F875D" w14:textId="5A5C1FE5" w:rsidR="00460248" w:rsidRPr="00460248" w:rsidRDefault="00460248" w:rsidP="00460248">
            <w:r w:rsidRPr="00460248">
              <w:t>2.</w:t>
            </w:r>
            <w:r w:rsidR="00E738FA">
              <w:t>3</w:t>
            </w:r>
            <w:r w:rsidRPr="00460248">
              <w:t xml:space="preserve"> Interact with </w:t>
            </w:r>
            <w:r w:rsidR="00E738FA">
              <w:t>work team</w:t>
            </w:r>
            <w:r w:rsidRPr="00460248">
              <w:t xml:space="preserve"> and customers </w:t>
            </w:r>
            <w:r w:rsidR="00E738FA">
              <w:t>according to instructions and workplace code of conduct</w:t>
            </w:r>
          </w:p>
          <w:p w14:paraId="21D8BC33" w14:textId="3DA07C09" w:rsidR="00460248" w:rsidRPr="00460248" w:rsidRDefault="00460248" w:rsidP="00460248">
            <w:r w:rsidRPr="00460248">
              <w:t>2.</w:t>
            </w:r>
            <w:r w:rsidR="00E738FA">
              <w:t>4</w:t>
            </w:r>
            <w:r w:rsidRPr="00460248">
              <w:t xml:space="preserve"> </w:t>
            </w:r>
            <w:r w:rsidR="00E738FA">
              <w:t xml:space="preserve">Handle and dispose of materials according to workplace </w:t>
            </w:r>
            <w:r w:rsidR="00E7478C">
              <w:t xml:space="preserve">safety and environmental </w:t>
            </w:r>
            <w:r w:rsidR="00E738FA">
              <w:t xml:space="preserve">procedures </w:t>
            </w:r>
          </w:p>
          <w:p w14:paraId="12B8B9F6" w14:textId="50C33A16" w:rsidR="00460248" w:rsidRPr="00460248" w:rsidRDefault="00460248" w:rsidP="00460248">
            <w:r w:rsidRPr="00460248">
              <w:t>2.</w:t>
            </w:r>
            <w:r w:rsidR="00E738FA">
              <w:t>5</w:t>
            </w:r>
            <w:r w:rsidRPr="00460248">
              <w:t xml:space="preserve"> Report problems or difficulties in completing work to required standards or timelines</w:t>
            </w:r>
            <w:r w:rsidR="00E7478C">
              <w:t xml:space="preserve"> to supervisor</w:t>
            </w:r>
          </w:p>
          <w:p w14:paraId="164F0907" w14:textId="2A2F0F2F" w:rsidR="00460248" w:rsidRPr="00460248" w:rsidRDefault="00460248" w:rsidP="00E7478C">
            <w:r w:rsidRPr="00460248">
              <w:t>2.</w:t>
            </w:r>
            <w:r w:rsidR="00E738FA">
              <w:t>6</w:t>
            </w:r>
            <w:r w:rsidRPr="00460248">
              <w:t xml:space="preserve"> Maintain a clean and safe work site</w:t>
            </w:r>
          </w:p>
        </w:tc>
      </w:tr>
      <w:tr w:rsidR="0046024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238409F" w:rsidR="00460248" w:rsidRPr="00460248" w:rsidRDefault="00460248" w:rsidP="00460248">
            <w:pPr>
              <w:pStyle w:val="SIText"/>
            </w:pPr>
            <w:r w:rsidRPr="00460248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73140307" w14:textId="6A6659B6" w:rsidR="00460248" w:rsidRPr="00460248" w:rsidRDefault="00460248" w:rsidP="00460248">
            <w:r w:rsidRPr="00460248">
              <w:t>3.1 Store waste material produced during work according to supervisor instructions</w:t>
            </w:r>
          </w:p>
          <w:p w14:paraId="2B00249F" w14:textId="6F4742F9" w:rsidR="00460248" w:rsidRPr="00460248" w:rsidRDefault="00460248">
            <w:pPr>
              <w:pStyle w:val="SIText"/>
            </w:pPr>
            <w:r w:rsidRPr="00460248">
              <w:t xml:space="preserve">3.2 Handle and transport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 and </w:t>
            </w:r>
            <w:r w:rsidR="00E7478C">
              <w:t>workplace procedures</w:t>
            </w:r>
          </w:p>
        </w:tc>
      </w:tr>
      <w:tr w:rsidR="0046024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177F976" w:rsidR="00460248" w:rsidRPr="00460248" w:rsidRDefault="00460248" w:rsidP="00460248">
            <w:pPr>
              <w:pStyle w:val="SIText"/>
            </w:pPr>
            <w:r w:rsidRPr="00460248">
              <w:t>4.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2AA135C" w14:textId="4BBE8F72" w:rsidR="00460248" w:rsidRPr="00460248" w:rsidRDefault="00460248" w:rsidP="00460248">
            <w:r w:rsidRPr="00460248">
              <w:t>4.1 Return</w:t>
            </w:r>
            <w:r w:rsidR="00E7478C">
              <w:t xml:space="preserve"> or dispose of unused </w:t>
            </w:r>
            <w:r w:rsidRPr="00460248">
              <w:t xml:space="preserve">materials </w:t>
            </w:r>
            <w:r w:rsidR="00E7478C">
              <w:t>according to supervisor instructions</w:t>
            </w:r>
          </w:p>
          <w:p w14:paraId="61B5950D" w14:textId="77777777" w:rsidR="00460248" w:rsidRPr="00460248" w:rsidRDefault="00460248" w:rsidP="00460248">
            <w:r w:rsidRPr="00460248">
              <w:t>4.2 Clean, maintain and store tools and equipment</w:t>
            </w:r>
          </w:p>
          <w:p w14:paraId="30767ED0" w14:textId="59AA0158" w:rsidR="00460248" w:rsidRPr="00460248" w:rsidRDefault="00460248" w:rsidP="00460248">
            <w:pPr>
              <w:pStyle w:val="SIText"/>
            </w:pPr>
            <w:r w:rsidRPr="00460248">
              <w:t>4.3 Report work outcomes</w:t>
            </w:r>
            <w:r w:rsidR="00E7478C">
              <w:t xml:space="preserve"> to supervisor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52BECD" w14:textId="77777777" w:rsidTr="00CA2922">
        <w:tc>
          <w:tcPr>
            <w:tcW w:w="1396" w:type="pct"/>
          </w:tcPr>
          <w:p w14:paraId="74C04FEF" w14:textId="3D9F2004" w:rsidR="00F1480E" w:rsidRPr="005404CB" w:rsidRDefault="0091586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57567BE5" w:rsidR="00F1480E" w:rsidRPr="005404CB" w:rsidRDefault="00915866" w:rsidP="00ED61A5">
            <w:pPr>
              <w:pStyle w:val="SIBulletList1"/>
            </w:pPr>
            <w:r w:rsidRPr="00915866">
              <w:t xml:space="preserve">Interpret and check completeness and accuracy of information </w:t>
            </w:r>
            <w:r>
              <w:t>obtained from instructions and workplace procedures to implement requirements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15C2CEC" w:rsidR="00F1480E" w:rsidRPr="005404CB" w:rsidRDefault="00915866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3E9BA74" w:rsidR="00F1480E" w:rsidRPr="005404CB" w:rsidRDefault="00915866">
            <w:pPr>
              <w:pStyle w:val="SIBulletList1"/>
              <w:rPr>
                <w:rFonts w:eastAsia="Calibri"/>
              </w:rPr>
            </w:pPr>
            <w:r>
              <w:t xml:space="preserve">Use clear language, </w:t>
            </w:r>
            <w:r w:rsidRPr="00915866">
              <w:t>concepts,</w:t>
            </w:r>
            <w:r>
              <w:t xml:space="preserve"> </w:t>
            </w:r>
            <w:r w:rsidRPr="00915866">
              <w:t xml:space="preserve">tone and pace appropriate </w:t>
            </w:r>
            <w:r>
              <w:t>when communicating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595D2D5" w:rsidR="00945600" w:rsidRPr="005404CB" w:rsidRDefault="00945600" w:rsidP="005144ED">
            <w:pPr>
              <w:pStyle w:val="SIText"/>
            </w:pPr>
            <w:r>
              <w:t>AH</w:t>
            </w:r>
            <w:r w:rsidRPr="00945600">
              <w:t>CORG10</w:t>
            </w:r>
            <w:r w:rsidR="005144ED">
              <w:t>2</w:t>
            </w:r>
            <w:r w:rsidRPr="00945600">
              <w:t xml:space="preserve"> Support organic production</w:t>
            </w:r>
          </w:p>
        </w:tc>
        <w:tc>
          <w:tcPr>
            <w:tcW w:w="1105" w:type="pct"/>
          </w:tcPr>
          <w:p w14:paraId="64EA7AE3" w14:textId="5AB03B1F" w:rsidR="00041E59" w:rsidRPr="005404CB" w:rsidRDefault="00945600">
            <w:pPr>
              <w:pStyle w:val="SIText"/>
            </w:pPr>
            <w:r>
              <w:t>AH</w:t>
            </w:r>
            <w:r w:rsidRPr="00945600">
              <w:t>CORG101 Support organic production</w:t>
            </w:r>
          </w:p>
        </w:tc>
        <w:tc>
          <w:tcPr>
            <w:tcW w:w="1251" w:type="pct"/>
          </w:tcPr>
          <w:p w14:paraId="3E031D32" w14:textId="1FF8D36A" w:rsidR="00041E59" w:rsidRPr="005404CB" w:rsidRDefault="009D4F72" w:rsidP="005404CB">
            <w:pPr>
              <w:pStyle w:val="SIText"/>
            </w:pPr>
            <w:r>
              <w:t>Minor changes to Application and Performance Criteria</w:t>
            </w:r>
            <w:r w:rsidR="00DA261D">
              <w:t>, Performance Evidence, Knowledge Evidence and Assessment Conditions</w:t>
            </w:r>
            <w:r>
              <w:t xml:space="preserve"> for clarity</w:t>
            </w:r>
            <w:r w:rsidR="00DA261D">
              <w:br/>
              <w:t>Foundation Skills added</w:t>
            </w:r>
            <w:r w:rsidR="00553601">
              <w:t>.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1B70E4A" w:rsidR="00F1480E" w:rsidRPr="005404CB" w:rsidRDefault="000167C7" w:rsidP="005404CB">
            <w:pPr>
              <w:pStyle w:val="SIText"/>
            </w:pPr>
            <w:r>
              <w:t xml:space="preserve">Companion Volumes, including Implementation </w:t>
            </w:r>
            <w:r w:rsidRPr="000167C7">
              <w:t xml:space="preserve">Guides, are available at </w:t>
            </w:r>
            <w:proofErr w:type="spellStart"/>
            <w:r w:rsidRPr="000167C7">
              <w:t>VETNet</w:t>
            </w:r>
            <w:proofErr w:type="spellEnd"/>
            <w:r w:rsidRPr="000167C7">
              <w:t xml:space="preserve">: </w:t>
            </w:r>
            <w:hyperlink r:id="rId11" w:history="1">
              <w:r w:rsidRPr="000167C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5D8EF2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34E1" w:rsidRPr="008034E1">
              <w:t>AHCORG10</w:t>
            </w:r>
            <w:r w:rsidR="005144ED">
              <w:t>2</w:t>
            </w:r>
            <w:r w:rsidR="008034E1" w:rsidRPr="008034E1">
              <w:t xml:space="preserve"> Support organic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51CB7F2" w14:textId="77777777" w:rsidR="00DE78CB" w:rsidRDefault="00DE78CB" w:rsidP="00DE78C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0097A82" w14:textId="77777777" w:rsidR="000167C7" w:rsidRDefault="000167C7" w:rsidP="00DE78CB">
            <w:pPr>
              <w:pStyle w:val="SIText"/>
            </w:pPr>
          </w:p>
          <w:p w14:paraId="29C98A5E" w14:textId="74307BC1" w:rsidR="00DE78CB" w:rsidRDefault="00DE78CB" w:rsidP="00DE78CB">
            <w:pPr>
              <w:pStyle w:val="SIText"/>
            </w:pPr>
            <w:r>
              <w:t>There must be evidence that the individual has</w:t>
            </w:r>
            <w:r w:rsidR="009C4B5D">
              <w:t xml:space="preserve"> on at least </w:t>
            </w:r>
            <w:r w:rsidR="00F17E2E">
              <w:t>one daily work routine supported</w:t>
            </w:r>
            <w:r>
              <w:t xml:space="preserve"> organic production and has:</w:t>
            </w:r>
          </w:p>
          <w:p w14:paraId="329D116D" w14:textId="29A81E45" w:rsidR="009C4B5D" w:rsidRDefault="006E25E4" w:rsidP="00566E0A">
            <w:pPr>
              <w:pStyle w:val="SIBulletList1"/>
            </w:pPr>
            <w:r w:rsidRPr="006E25E4">
              <w:t>appl</w:t>
            </w:r>
            <w:r w:rsidR="00DE78CB">
              <w:t>ied</w:t>
            </w:r>
            <w:r w:rsidRPr="006E25E4">
              <w:t xml:space="preserve"> principles of organic agriculture to</w:t>
            </w:r>
            <w:r w:rsidR="009C4B5D">
              <w:t xml:space="preserve"> work activities</w:t>
            </w:r>
            <w:r w:rsidR="006A16E9">
              <w:t xml:space="preserve"> as directed</w:t>
            </w:r>
          </w:p>
          <w:p w14:paraId="1308D761" w14:textId="5F89555F" w:rsidR="006E25E4" w:rsidRPr="006E25E4" w:rsidRDefault="00DE78CB" w:rsidP="00566E0A">
            <w:pPr>
              <w:pStyle w:val="SIBulletList1"/>
            </w:pPr>
            <w:r>
              <w:t xml:space="preserve">interpreted and </w:t>
            </w:r>
            <w:r w:rsidR="006E25E4" w:rsidRPr="006E25E4">
              <w:t>follow</w:t>
            </w:r>
            <w:r>
              <w:t>ed</w:t>
            </w:r>
            <w:r w:rsidR="006E25E4" w:rsidRPr="006E25E4">
              <w:t xml:space="preserve"> supervisor instructions</w:t>
            </w:r>
          </w:p>
          <w:p w14:paraId="553B6760" w14:textId="1C4E04CB" w:rsidR="006E25E4" w:rsidRPr="006E25E4" w:rsidRDefault="006E25E4" w:rsidP="006E25E4">
            <w:pPr>
              <w:pStyle w:val="SIBulletList1"/>
            </w:pPr>
            <w:r w:rsidRPr="006E25E4">
              <w:t>follow</w:t>
            </w:r>
            <w:r w:rsidR="00DE78CB">
              <w:t>ed</w:t>
            </w:r>
            <w:r w:rsidRPr="006E25E4">
              <w:t xml:space="preserve"> work health and safety procedures</w:t>
            </w:r>
          </w:p>
          <w:p w14:paraId="4EB83A58" w14:textId="781A92D8" w:rsidR="006E25E4" w:rsidRDefault="006E25E4" w:rsidP="006E25E4">
            <w:pPr>
              <w:pStyle w:val="SIBulletList1"/>
            </w:pPr>
            <w:r w:rsidRPr="006E25E4">
              <w:t>report</w:t>
            </w:r>
            <w:r w:rsidR="00DE78CB">
              <w:t>ed</w:t>
            </w:r>
            <w:r w:rsidRPr="006E25E4">
              <w:t xml:space="preserve"> variations from required standards or procedures to supervisor</w:t>
            </w:r>
          </w:p>
          <w:p w14:paraId="6BFA69AA" w14:textId="05DFCF6A" w:rsidR="006130F4" w:rsidRPr="005404CB" w:rsidRDefault="00DE78CB" w:rsidP="00ED61A5">
            <w:pPr>
              <w:pStyle w:val="SIBulletList1"/>
            </w:pPr>
            <w:r>
              <w:t>conducted organic production work according to workplace b</w:t>
            </w:r>
            <w:r w:rsidR="006E25E4" w:rsidRPr="006E25E4">
              <w:t>iosecurity protocols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2E70E9" w14:textId="6110DBD9" w:rsidR="00DE78CB" w:rsidRDefault="00DE78CB" w:rsidP="00ED61A5">
            <w:pPr>
              <w:pStyle w:val="SIText"/>
            </w:pPr>
            <w:r w:rsidRPr="00DE78CB">
              <w:t>An individual must be able to demonstrate the knowledge required to perform the tasks outlined in the elements and performance criteria of this unit. This includes knowledge of:</w:t>
            </w:r>
          </w:p>
          <w:p w14:paraId="1CBA0282" w14:textId="78AF9925" w:rsidR="0011400B" w:rsidRDefault="0011400B" w:rsidP="0011400B">
            <w:pPr>
              <w:pStyle w:val="SIBulletList1"/>
            </w:pPr>
            <w:r w:rsidRPr="0011400B">
              <w:t>principles of organic production</w:t>
            </w:r>
            <w:r w:rsidR="00DE78CB">
              <w:t>, including:</w:t>
            </w:r>
          </w:p>
          <w:p w14:paraId="26FEEA34" w14:textId="77777777" w:rsidR="0011400B" w:rsidRDefault="0011400B" w:rsidP="00ED61A5">
            <w:pPr>
              <w:pStyle w:val="SIBulletList2"/>
            </w:pPr>
            <w:r w:rsidRPr="0011400B">
              <w:t>organic procedures and recording requirements</w:t>
            </w:r>
          </w:p>
          <w:p w14:paraId="259F756B" w14:textId="49ACB27C" w:rsidR="00DE78CB" w:rsidRDefault="00DE78CB" w:rsidP="0011400B">
            <w:pPr>
              <w:pStyle w:val="SIBulletList1"/>
            </w:pPr>
            <w:r>
              <w:t>biosecurity protocols, including:</w:t>
            </w:r>
          </w:p>
          <w:p w14:paraId="01480B1A" w14:textId="77777777" w:rsidR="00DE78CB" w:rsidRDefault="00DE78CB" w:rsidP="00ED61A5">
            <w:pPr>
              <w:pStyle w:val="SIBulletList2"/>
            </w:pPr>
            <w:r>
              <w:t>quarantine</w:t>
            </w:r>
          </w:p>
          <w:p w14:paraId="43DEA5EF" w14:textId="356C5150" w:rsidR="00DE78CB" w:rsidRDefault="00DE78CB" w:rsidP="00ED61A5">
            <w:pPr>
              <w:pStyle w:val="SIBulletList2"/>
            </w:pPr>
            <w:r>
              <w:t>workplace hygiene practices</w:t>
            </w:r>
          </w:p>
          <w:p w14:paraId="78467630" w14:textId="6B40E5A4" w:rsidR="00DE78CB" w:rsidRDefault="00DE78CB" w:rsidP="00ED61A5">
            <w:pPr>
              <w:pStyle w:val="SIBulletList2"/>
            </w:pPr>
            <w:r>
              <w:t>movement of materials</w:t>
            </w:r>
          </w:p>
          <w:p w14:paraId="2FE63AFB" w14:textId="48D52799" w:rsidR="00E738FA" w:rsidRDefault="00E738FA" w:rsidP="0011400B">
            <w:pPr>
              <w:pStyle w:val="SIBulletList1"/>
            </w:pPr>
            <w:r>
              <w:t>code of conduct</w:t>
            </w:r>
            <w:r w:rsidR="000167C7">
              <w:t>,</w:t>
            </w:r>
            <w:r>
              <w:t xml:space="preserve"> including:</w:t>
            </w:r>
          </w:p>
          <w:p w14:paraId="6F1A1C43" w14:textId="77777777" w:rsidR="00E738FA" w:rsidRDefault="00E738FA" w:rsidP="00ED61A5">
            <w:pPr>
              <w:pStyle w:val="SIBulletList2"/>
            </w:pPr>
            <w:r>
              <w:t>respect</w:t>
            </w:r>
          </w:p>
          <w:p w14:paraId="57BB3438" w14:textId="50F1BE75" w:rsidR="00E738FA" w:rsidRDefault="00E738FA" w:rsidP="00ED61A5">
            <w:pPr>
              <w:pStyle w:val="SIBulletList2"/>
            </w:pPr>
            <w:r>
              <w:t>harassment and discrimination</w:t>
            </w:r>
          </w:p>
          <w:p w14:paraId="7D452C66" w14:textId="6F815DA0" w:rsidR="00E738FA" w:rsidRPr="0011400B" w:rsidRDefault="00E738FA" w:rsidP="00ED61A5">
            <w:pPr>
              <w:pStyle w:val="SIBulletList2"/>
            </w:pPr>
            <w:r>
              <w:t>positive and productive attitude</w:t>
            </w:r>
          </w:p>
          <w:p w14:paraId="78ACEACC" w14:textId="77777777" w:rsidR="00DE78CB" w:rsidRDefault="0011400B" w:rsidP="0011400B">
            <w:pPr>
              <w:pStyle w:val="SIBulletList1"/>
            </w:pPr>
            <w:r w:rsidRPr="0011400B">
              <w:t>safe work practices relevant to the tasks being undertaken, including</w:t>
            </w:r>
            <w:r w:rsidR="00DE78CB">
              <w:t>:</w:t>
            </w:r>
          </w:p>
          <w:p w14:paraId="1C6B907A" w14:textId="77B15BE8" w:rsidR="0011400B" w:rsidRPr="0011400B" w:rsidRDefault="0011400B" w:rsidP="00ED61A5">
            <w:pPr>
              <w:pStyle w:val="SIBulletList2"/>
            </w:pPr>
            <w:r w:rsidRPr="0011400B">
              <w:t>safe use of tools and equipment</w:t>
            </w:r>
          </w:p>
          <w:p w14:paraId="65926C03" w14:textId="2021E16E" w:rsidR="0011400B" w:rsidRPr="0011400B" w:rsidRDefault="0011400B" w:rsidP="00ED61A5">
            <w:pPr>
              <w:pStyle w:val="SIBulletList2"/>
            </w:pPr>
            <w:r w:rsidRPr="0011400B">
              <w:t xml:space="preserve">food safety requirements </w:t>
            </w:r>
          </w:p>
          <w:p w14:paraId="5C8CD985" w14:textId="1A9666E1" w:rsidR="006130F4" w:rsidRPr="005404CB" w:rsidRDefault="0011400B" w:rsidP="00ED61A5">
            <w:pPr>
              <w:pStyle w:val="SIBulletList1"/>
            </w:pPr>
            <w:r w:rsidRPr="0011400B">
              <w:t>work health and safety</w:t>
            </w:r>
            <w:r w:rsidR="002A3978">
              <w:t xml:space="preserve"> </w:t>
            </w:r>
            <w:r w:rsidRPr="0011400B">
              <w:t>and environmental protection procedures</w:t>
            </w:r>
            <w:r w:rsidR="002A397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4C19B2" w14:textId="55DA9F56" w:rsidR="0049579C" w:rsidRPr="0049579C" w:rsidRDefault="0049579C" w:rsidP="00ED61A5">
            <w:pPr>
              <w:pStyle w:val="SIText"/>
            </w:pPr>
            <w:r w:rsidRPr="0049579C">
              <w:t xml:space="preserve">Assessment of the skills in this unit of competency must take place under the following conditions: </w:t>
            </w:r>
          </w:p>
          <w:p w14:paraId="2C828134" w14:textId="77777777" w:rsidR="0049579C" w:rsidRPr="0049579C" w:rsidRDefault="0049579C" w:rsidP="00ED61A5">
            <w:pPr>
              <w:pStyle w:val="SIBulletList1"/>
            </w:pPr>
            <w:r w:rsidRPr="0049579C">
              <w:t>physical conditions:</w:t>
            </w:r>
          </w:p>
          <w:p w14:paraId="25A382EE" w14:textId="6F24D276" w:rsidR="0049579C" w:rsidRPr="0049579C" w:rsidRDefault="0049579C" w:rsidP="0049579C">
            <w:pPr>
              <w:pStyle w:val="SIBulletList2"/>
            </w:pPr>
            <w:r w:rsidRPr="0049579C">
              <w:t xml:space="preserve">skills must be demonstrated </w:t>
            </w:r>
            <w:r>
              <w:t xml:space="preserve">on a property producing organic products </w:t>
            </w:r>
            <w:r w:rsidRPr="0049579C">
              <w:t>or an environment that accurately represents workplace conditions</w:t>
            </w:r>
          </w:p>
          <w:p w14:paraId="0CE2B28A" w14:textId="77777777" w:rsidR="0049579C" w:rsidRPr="0049579C" w:rsidRDefault="0049579C" w:rsidP="00ED61A5">
            <w:pPr>
              <w:pStyle w:val="SIBulletList1"/>
            </w:pPr>
            <w:r w:rsidRPr="0049579C">
              <w:t xml:space="preserve">resources, </w:t>
            </w:r>
            <w:proofErr w:type="gramStart"/>
            <w:r w:rsidRPr="0049579C">
              <w:t>equipment</w:t>
            </w:r>
            <w:proofErr w:type="gramEnd"/>
            <w:r w:rsidRPr="0049579C">
              <w:t xml:space="preserve"> and materials:</w:t>
            </w:r>
          </w:p>
          <w:p w14:paraId="6FE815F2" w14:textId="79927CB4" w:rsidR="0049579C" w:rsidRPr="0049579C" w:rsidRDefault="0049579C" w:rsidP="0049579C">
            <w:pPr>
              <w:pStyle w:val="SIBulletList2"/>
            </w:pPr>
            <w:r w:rsidRPr="0049579C">
              <w:t>tools and equipment</w:t>
            </w:r>
            <w:r w:rsidR="00F17E2E">
              <w:t xml:space="preserve"> used for organic production</w:t>
            </w:r>
          </w:p>
          <w:p w14:paraId="359EDF7F" w14:textId="6EB4F681" w:rsidR="0049579C" w:rsidRDefault="0049579C" w:rsidP="0049579C">
            <w:pPr>
              <w:pStyle w:val="SIBulletList2"/>
            </w:pPr>
            <w:r w:rsidRPr="0049579C">
              <w:t>personal protective equipment</w:t>
            </w:r>
          </w:p>
          <w:p w14:paraId="72AAD926" w14:textId="25E79660" w:rsidR="0049579C" w:rsidRDefault="0049579C" w:rsidP="0049579C">
            <w:pPr>
              <w:pStyle w:val="SIBulletList2"/>
            </w:pPr>
            <w:r>
              <w:t>consumables and materials</w:t>
            </w:r>
          </w:p>
          <w:p w14:paraId="1F597062" w14:textId="6DB9439D" w:rsidR="0049579C" w:rsidRPr="0049579C" w:rsidRDefault="0049579C" w:rsidP="0049579C">
            <w:pPr>
              <w:pStyle w:val="SIBulletList2"/>
            </w:pPr>
            <w:r>
              <w:t>hygiene and cleaning resources</w:t>
            </w:r>
          </w:p>
          <w:p w14:paraId="2AF0EB45" w14:textId="77777777" w:rsidR="0049579C" w:rsidRPr="0049579C" w:rsidRDefault="0049579C" w:rsidP="00ED61A5">
            <w:pPr>
              <w:pStyle w:val="SIBulletList1"/>
            </w:pPr>
            <w:r w:rsidRPr="0049579C">
              <w:t>specifications:</w:t>
            </w:r>
          </w:p>
          <w:p w14:paraId="777E91A0" w14:textId="2B189BA6" w:rsidR="0049579C" w:rsidRPr="0049579C" w:rsidRDefault="0049579C" w:rsidP="0049579C">
            <w:pPr>
              <w:pStyle w:val="SIBulletList2"/>
            </w:pPr>
            <w:r w:rsidRPr="0049579C">
              <w:t xml:space="preserve">workplace </w:t>
            </w:r>
            <w:r>
              <w:t>procedures and</w:t>
            </w:r>
            <w:r w:rsidRPr="0049579C">
              <w:t xml:space="preserve"> processes</w:t>
            </w:r>
          </w:p>
          <w:p w14:paraId="54295FAA" w14:textId="0FA0326A" w:rsidR="0049579C" w:rsidRPr="0049579C" w:rsidRDefault="0049579C" w:rsidP="0049579C">
            <w:pPr>
              <w:pStyle w:val="SIBulletList2"/>
            </w:pPr>
            <w:r w:rsidRPr="0049579C">
              <w:t>workplace instructions</w:t>
            </w:r>
          </w:p>
          <w:p w14:paraId="2B61E1D7" w14:textId="77777777" w:rsidR="0049579C" w:rsidRPr="0049579C" w:rsidRDefault="0049579C" w:rsidP="00ED61A5">
            <w:pPr>
              <w:pStyle w:val="SIBulletList1"/>
            </w:pPr>
            <w:r w:rsidRPr="0049579C">
              <w:t>relationships:</w:t>
            </w:r>
          </w:p>
          <w:p w14:paraId="70A71B99" w14:textId="77777777" w:rsidR="0049579C" w:rsidRDefault="0049579C" w:rsidP="0049579C">
            <w:pPr>
              <w:pStyle w:val="SIBulletList2"/>
            </w:pPr>
            <w:r w:rsidRPr="0049579C">
              <w:t>team member</w:t>
            </w:r>
            <w:r>
              <w:t>s</w:t>
            </w:r>
          </w:p>
          <w:p w14:paraId="58895F93" w14:textId="35BCBA6D" w:rsidR="0049579C" w:rsidRDefault="0049579C" w:rsidP="0049579C">
            <w:pPr>
              <w:pStyle w:val="SIBulletList2"/>
            </w:pPr>
            <w:r>
              <w:t>supervisor</w:t>
            </w:r>
          </w:p>
          <w:p w14:paraId="2448AA23" w14:textId="12B3BF95" w:rsidR="0049579C" w:rsidRPr="0049579C" w:rsidRDefault="0049579C" w:rsidP="0049579C">
            <w:pPr>
              <w:pStyle w:val="SIBulletList2"/>
            </w:pPr>
            <w:r>
              <w:t>customers</w:t>
            </w:r>
          </w:p>
          <w:p w14:paraId="29246AD6" w14:textId="77777777" w:rsidR="0049579C" w:rsidRPr="0049579C" w:rsidRDefault="0049579C" w:rsidP="00ED61A5">
            <w:pPr>
              <w:pStyle w:val="SIBulletList1"/>
            </w:pPr>
            <w:r w:rsidRPr="0049579C">
              <w:t xml:space="preserve">timeframes: </w:t>
            </w:r>
          </w:p>
          <w:p w14:paraId="752364D0" w14:textId="5E28A760" w:rsidR="0049579C" w:rsidRPr="0049579C" w:rsidRDefault="0049579C" w:rsidP="0049579C">
            <w:pPr>
              <w:pStyle w:val="SIBulletList2"/>
            </w:pPr>
            <w:r w:rsidRPr="0049579C">
              <w:t xml:space="preserve">according to time specified in </w:t>
            </w:r>
            <w:r>
              <w:t>instructions.</w:t>
            </w:r>
          </w:p>
          <w:p w14:paraId="75D98464" w14:textId="77777777" w:rsidR="00044441" w:rsidRDefault="00044441" w:rsidP="0011400B">
            <w:pPr>
              <w:pStyle w:val="SIText"/>
            </w:pPr>
          </w:p>
          <w:p w14:paraId="759850B7" w14:textId="35A42984" w:rsidR="0011400B" w:rsidRPr="005404CB" w:rsidRDefault="0049579C" w:rsidP="0011400B">
            <w:pPr>
              <w:pStyle w:val="SIText"/>
              <w:rPr>
                <w:rFonts w:eastAsia="Calibri"/>
              </w:rPr>
            </w:pPr>
            <w:r w:rsidRPr="004957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A59BBA8" w:rsidR="00F1480E" w:rsidRPr="005404CB" w:rsidRDefault="00044441" w:rsidP="005404CB">
            <w:pPr>
              <w:pStyle w:val="SIText"/>
            </w:pPr>
            <w:r>
              <w:t xml:space="preserve">Companion Volumes, including Implementation </w:t>
            </w:r>
            <w:r w:rsidRPr="00044441">
              <w:t xml:space="preserve">Guides, are available at </w:t>
            </w:r>
            <w:proofErr w:type="spellStart"/>
            <w:r w:rsidRPr="00044441">
              <w:t>VETNet</w:t>
            </w:r>
            <w:proofErr w:type="spellEnd"/>
            <w:r w:rsidRPr="00044441">
              <w:t xml:space="preserve">: </w:t>
            </w:r>
            <w:hyperlink r:id="rId12" w:history="1">
              <w:r w:rsidRPr="0004444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F9C3" w14:textId="77777777" w:rsidR="009F225A" w:rsidRDefault="009F225A" w:rsidP="00BF3F0A">
      <w:r>
        <w:separator/>
      </w:r>
    </w:p>
    <w:p w14:paraId="55BC95C4" w14:textId="77777777" w:rsidR="009F225A" w:rsidRDefault="009F225A"/>
  </w:endnote>
  <w:endnote w:type="continuationSeparator" w:id="0">
    <w:p w14:paraId="738E4DEF" w14:textId="77777777" w:rsidR="009F225A" w:rsidRDefault="009F225A" w:rsidP="00BF3F0A">
      <w:r>
        <w:continuationSeparator/>
      </w:r>
    </w:p>
    <w:p w14:paraId="3550B81F" w14:textId="77777777" w:rsidR="009F225A" w:rsidRDefault="009F2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16E9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4201F" w14:textId="77777777" w:rsidR="009F225A" w:rsidRDefault="009F225A" w:rsidP="00BF3F0A">
      <w:r>
        <w:separator/>
      </w:r>
    </w:p>
    <w:p w14:paraId="7600FAD5" w14:textId="77777777" w:rsidR="009F225A" w:rsidRDefault="009F225A"/>
  </w:footnote>
  <w:footnote w:type="continuationSeparator" w:id="0">
    <w:p w14:paraId="09F1F75C" w14:textId="77777777" w:rsidR="009F225A" w:rsidRDefault="009F225A" w:rsidP="00BF3F0A">
      <w:r>
        <w:continuationSeparator/>
      </w:r>
    </w:p>
    <w:p w14:paraId="22AB44B6" w14:textId="77777777" w:rsidR="009F225A" w:rsidRDefault="009F2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0B155F2" w:rsidR="009C2650" w:rsidRPr="000754EC" w:rsidRDefault="008034E1" w:rsidP="00146EEC">
    <w:pPr>
      <w:pStyle w:val="SIText"/>
    </w:pPr>
    <w:r w:rsidRPr="008034E1">
      <w:t xml:space="preserve"> AHCORG10</w:t>
    </w:r>
    <w:r w:rsidR="005144ED">
      <w:t>2</w:t>
    </w:r>
    <w:r w:rsidRPr="008034E1">
      <w:t xml:space="preserve"> Support organic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7936473">
    <w:abstractNumId w:val="8"/>
  </w:num>
  <w:num w:numId="2" w16cid:durableId="1453865287">
    <w:abstractNumId w:val="6"/>
  </w:num>
  <w:num w:numId="3" w16cid:durableId="797257049">
    <w:abstractNumId w:val="3"/>
  </w:num>
  <w:num w:numId="4" w16cid:durableId="1274628100">
    <w:abstractNumId w:val="13"/>
  </w:num>
  <w:num w:numId="5" w16cid:durableId="978877055">
    <w:abstractNumId w:val="1"/>
  </w:num>
  <w:num w:numId="6" w16cid:durableId="949437739">
    <w:abstractNumId w:val="7"/>
  </w:num>
  <w:num w:numId="7" w16cid:durableId="1564832864">
    <w:abstractNumId w:val="2"/>
  </w:num>
  <w:num w:numId="8" w16cid:durableId="1912806403">
    <w:abstractNumId w:val="0"/>
  </w:num>
  <w:num w:numId="9" w16cid:durableId="1712805668">
    <w:abstractNumId w:val="12"/>
  </w:num>
  <w:num w:numId="10" w16cid:durableId="324668305">
    <w:abstractNumId w:val="9"/>
  </w:num>
  <w:num w:numId="11" w16cid:durableId="1924869495">
    <w:abstractNumId w:val="11"/>
  </w:num>
  <w:num w:numId="12" w16cid:durableId="352924754">
    <w:abstractNumId w:val="10"/>
  </w:num>
  <w:num w:numId="13" w16cid:durableId="371805239">
    <w:abstractNumId w:val="14"/>
  </w:num>
  <w:num w:numId="14" w16cid:durableId="1478646451">
    <w:abstractNumId w:val="4"/>
  </w:num>
  <w:num w:numId="15" w16cid:durableId="1698502315">
    <w:abstractNumId w:val="5"/>
  </w:num>
  <w:num w:numId="16" w16cid:durableId="15162678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7C7"/>
    <w:rsid w:val="00016803"/>
    <w:rsid w:val="00023992"/>
    <w:rsid w:val="000275AE"/>
    <w:rsid w:val="00041E59"/>
    <w:rsid w:val="00044441"/>
    <w:rsid w:val="00064BFE"/>
    <w:rsid w:val="00070B3E"/>
    <w:rsid w:val="00071F95"/>
    <w:rsid w:val="000737BB"/>
    <w:rsid w:val="00074E47"/>
    <w:rsid w:val="000754EC"/>
    <w:rsid w:val="0008043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22BC"/>
    <w:rsid w:val="00133957"/>
    <w:rsid w:val="0013525C"/>
    <w:rsid w:val="001372F6"/>
    <w:rsid w:val="00144385"/>
    <w:rsid w:val="00146EEC"/>
    <w:rsid w:val="00151D55"/>
    <w:rsid w:val="00151D93"/>
    <w:rsid w:val="00156EF3"/>
    <w:rsid w:val="001626A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97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0FF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177"/>
    <w:rsid w:val="003B3493"/>
    <w:rsid w:val="003C13AE"/>
    <w:rsid w:val="003C6E3E"/>
    <w:rsid w:val="003C7152"/>
    <w:rsid w:val="003D2E73"/>
    <w:rsid w:val="003E72B6"/>
    <w:rsid w:val="003E7BBE"/>
    <w:rsid w:val="004127E3"/>
    <w:rsid w:val="0043212E"/>
    <w:rsid w:val="00434000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79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4ED"/>
    <w:rsid w:val="005145AB"/>
    <w:rsid w:val="00520E9A"/>
    <w:rsid w:val="005248C1"/>
    <w:rsid w:val="00526134"/>
    <w:rsid w:val="005404CB"/>
    <w:rsid w:val="005405B2"/>
    <w:rsid w:val="005427C8"/>
    <w:rsid w:val="005446D1"/>
    <w:rsid w:val="0055360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16E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027"/>
    <w:rsid w:val="00781D77"/>
    <w:rsid w:val="00783549"/>
    <w:rsid w:val="007860B7"/>
    <w:rsid w:val="00786DC8"/>
    <w:rsid w:val="007A300D"/>
    <w:rsid w:val="007D5A78"/>
    <w:rsid w:val="007E3BD1"/>
    <w:rsid w:val="007E4B66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449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2C43"/>
    <w:rsid w:val="008E39BE"/>
    <w:rsid w:val="008E62EC"/>
    <w:rsid w:val="008F32F6"/>
    <w:rsid w:val="00903631"/>
    <w:rsid w:val="00915866"/>
    <w:rsid w:val="00916CD7"/>
    <w:rsid w:val="00920927"/>
    <w:rsid w:val="00921B38"/>
    <w:rsid w:val="00923720"/>
    <w:rsid w:val="009278C9"/>
    <w:rsid w:val="00932CD7"/>
    <w:rsid w:val="00944C09"/>
    <w:rsid w:val="00945600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C4B5D"/>
    <w:rsid w:val="009D15E2"/>
    <w:rsid w:val="009D15FE"/>
    <w:rsid w:val="009D4F72"/>
    <w:rsid w:val="009D5D2C"/>
    <w:rsid w:val="009F0DCC"/>
    <w:rsid w:val="009F11CA"/>
    <w:rsid w:val="009F225A"/>
    <w:rsid w:val="00A03D78"/>
    <w:rsid w:val="00A0695B"/>
    <w:rsid w:val="00A13052"/>
    <w:rsid w:val="00A1513F"/>
    <w:rsid w:val="00A216A8"/>
    <w:rsid w:val="00A223A6"/>
    <w:rsid w:val="00A3135C"/>
    <w:rsid w:val="00A3639E"/>
    <w:rsid w:val="00A448AA"/>
    <w:rsid w:val="00A5092E"/>
    <w:rsid w:val="00A554D6"/>
    <w:rsid w:val="00A56E14"/>
    <w:rsid w:val="00A6476B"/>
    <w:rsid w:val="00A76C6C"/>
    <w:rsid w:val="00A77686"/>
    <w:rsid w:val="00A87356"/>
    <w:rsid w:val="00A92DD1"/>
    <w:rsid w:val="00A974BE"/>
    <w:rsid w:val="00AA5338"/>
    <w:rsid w:val="00AA5D02"/>
    <w:rsid w:val="00AB1B8E"/>
    <w:rsid w:val="00AB3EC1"/>
    <w:rsid w:val="00AB46DE"/>
    <w:rsid w:val="00AC0696"/>
    <w:rsid w:val="00AC4C98"/>
    <w:rsid w:val="00AC5F6B"/>
    <w:rsid w:val="00AD0E3C"/>
    <w:rsid w:val="00AD3896"/>
    <w:rsid w:val="00AD5B47"/>
    <w:rsid w:val="00AE1ED9"/>
    <w:rsid w:val="00AE32CB"/>
    <w:rsid w:val="00AF1E1E"/>
    <w:rsid w:val="00AF3957"/>
    <w:rsid w:val="00B0712C"/>
    <w:rsid w:val="00B12013"/>
    <w:rsid w:val="00B22C67"/>
    <w:rsid w:val="00B3508F"/>
    <w:rsid w:val="00B443EE"/>
    <w:rsid w:val="00B560C8"/>
    <w:rsid w:val="00B61150"/>
    <w:rsid w:val="00B61E7D"/>
    <w:rsid w:val="00B65BC7"/>
    <w:rsid w:val="00B746B9"/>
    <w:rsid w:val="00B848D4"/>
    <w:rsid w:val="00B865B7"/>
    <w:rsid w:val="00BA1CB1"/>
    <w:rsid w:val="00BA4178"/>
    <w:rsid w:val="00BA482D"/>
    <w:rsid w:val="00BA795E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532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B63"/>
    <w:rsid w:val="00D4545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61D"/>
    <w:rsid w:val="00DA3C10"/>
    <w:rsid w:val="00DA53B5"/>
    <w:rsid w:val="00DC1D69"/>
    <w:rsid w:val="00DC5A3A"/>
    <w:rsid w:val="00DD0726"/>
    <w:rsid w:val="00DE78CB"/>
    <w:rsid w:val="00E21D24"/>
    <w:rsid w:val="00E238E6"/>
    <w:rsid w:val="00E34CD8"/>
    <w:rsid w:val="00E35064"/>
    <w:rsid w:val="00E3681D"/>
    <w:rsid w:val="00E40225"/>
    <w:rsid w:val="00E501F0"/>
    <w:rsid w:val="00E6166D"/>
    <w:rsid w:val="00E738FA"/>
    <w:rsid w:val="00E7478C"/>
    <w:rsid w:val="00E91BFF"/>
    <w:rsid w:val="00E92933"/>
    <w:rsid w:val="00E94FAD"/>
    <w:rsid w:val="00EB0AA4"/>
    <w:rsid w:val="00EB5C88"/>
    <w:rsid w:val="00EC0469"/>
    <w:rsid w:val="00EC0C3E"/>
    <w:rsid w:val="00ED61A5"/>
    <w:rsid w:val="00EF01F8"/>
    <w:rsid w:val="00EF3268"/>
    <w:rsid w:val="00EF40EF"/>
    <w:rsid w:val="00EF47FE"/>
    <w:rsid w:val="00F069BD"/>
    <w:rsid w:val="00F1480E"/>
    <w:rsid w:val="00F1497D"/>
    <w:rsid w:val="00F16AAC"/>
    <w:rsid w:val="00F16C7C"/>
    <w:rsid w:val="00F17E2E"/>
    <w:rsid w:val="00F30C7D"/>
    <w:rsid w:val="00F3292E"/>
    <w:rsid w:val="00F33FF2"/>
    <w:rsid w:val="00F438FC"/>
    <w:rsid w:val="00F5616F"/>
    <w:rsid w:val="00F56451"/>
    <w:rsid w:val="00F56827"/>
    <w:rsid w:val="00F607D0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D61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C9E22A3D-1270-4392-98C7-464FDB7B1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A40004-C671-43DF-BDA5-62C7741364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3fbd0e8e-82e5-4f83-89a2-7dbad393fe30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15</cp:revision>
  <cp:lastPrinted>2016-05-27T05:21:00Z</cp:lastPrinted>
  <dcterms:created xsi:type="dcterms:W3CDTF">2022-08-03T05:57:00Z</dcterms:created>
  <dcterms:modified xsi:type="dcterms:W3CDTF">2022-10-26T22:52:00Z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